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CF" w:rsidRPr="000A2FCF" w:rsidRDefault="000A2FCF" w:rsidP="000A2FCF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One Crazy Summer</w:t>
      </w:r>
    </w:p>
    <w:p w:rsidR="000A2FCF" w:rsidRDefault="000A2FCF" w:rsidP="000A2FCF">
      <w:pPr>
        <w:jc w:val="center"/>
        <w:rPr>
          <w:sz w:val="40"/>
          <w:szCs w:val="40"/>
        </w:rPr>
      </w:pPr>
      <w:r>
        <w:rPr>
          <w:sz w:val="40"/>
          <w:szCs w:val="40"/>
        </w:rPr>
        <w:t>Christine Calhoun</w:t>
      </w:r>
    </w:p>
    <w:p w:rsidR="000A2FCF" w:rsidRDefault="000A2FCF" w:rsidP="000A2FCF">
      <w:pPr>
        <w:jc w:val="center"/>
        <w:rPr>
          <w:sz w:val="40"/>
          <w:szCs w:val="40"/>
        </w:rPr>
      </w:pPr>
    </w:p>
    <w:p w:rsidR="000A2FCF" w:rsidRDefault="00680507" w:rsidP="001B172C">
      <w:pPr>
        <w:rPr>
          <w:sz w:val="40"/>
          <w:szCs w:val="40"/>
        </w:rPr>
      </w:pPr>
      <w:r>
        <w:rPr>
          <w:sz w:val="40"/>
          <w:szCs w:val="40"/>
        </w:rPr>
        <w:t xml:space="preserve">Produce a Venn </w:t>
      </w:r>
      <w:proofErr w:type="gramStart"/>
      <w:r>
        <w:rPr>
          <w:sz w:val="40"/>
          <w:szCs w:val="40"/>
        </w:rPr>
        <w:t>Diagram</w:t>
      </w:r>
      <w:proofErr w:type="gramEnd"/>
      <w:r>
        <w:rPr>
          <w:sz w:val="40"/>
          <w:szCs w:val="40"/>
        </w:rPr>
        <w:t xml:space="preserve"> with the</w:t>
      </w:r>
      <w:r w:rsidR="001B172C">
        <w:rPr>
          <w:sz w:val="40"/>
          <w:szCs w:val="40"/>
        </w:rPr>
        <w:t xml:space="preserve"> Black Panthers on the left, and Civil Rights Activists on the right.</w:t>
      </w:r>
    </w:p>
    <w:p w:rsidR="001B172C" w:rsidRDefault="001B172C" w:rsidP="001B172C">
      <w:pPr>
        <w:rPr>
          <w:sz w:val="40"/>
          <w:szCs w:val="40"/>
        </w:rPr>
      </w:pPr>
      <w:r>
        <w:rPr>
          <w:sz w:val="40"/>
          <w:szCs w:val="40"/>
        </w:rPr>
        <w:t xml:space="preserve">Write a brief summary on how they different, how they are the same, and what did each group fight for?  Give examples of people involved with each group. </w:t>
      </w:r>
    </w:p>
    <w:p w:rsidR="00680507" w:rsidRPr="00680507" w:rsidRDefault="00680507" w:rsidP="00680507">
      <w:pPr>
        <w:pStyle w:val="Caption"/>
        <w:keepNext/>
        <w:jc w:val="center"/>
        <w:rPr>
          <w:sz w:val="36"/>
          <w:szCs w:val="36"/>
        </w:rPr>
      </w:pPr>
      <w:r w:rsidRPr="00680507">
        <w:rPr>
          <w:sz w:val="36"/>
          <w:szCs w:val="36"/>
        </w:rPr>
        <w:t xml:space="preserve">Black Panthers &amp; Civil Rights Activists </w:t>
      </w:r>
      <w:bookmarkStart w:id="0" w:name="_GoBack"/>
      <w:bookmarkEnd w:id="0"/>
    </w:p>
    <w:p w:rsidR="000A2FCF" w:rsidRDefault="00680507" w:rsidP="000A2FCF">
      <w:pPr>
        <w:jc w:val="center"/>
        <w:rPr>
          <w:sz w:val="40"/>
          <w:szCs w:val="40"/>
        </w:rPr>
      </w:pPr>
      <w:r w:rsidRPr="00680507">
        <w:rPr>
          <w:noProof/>
          <w:color w:val="0000FF"/>
          <w:sz w:val="24"/>
        </w:rPr>
        <w:drawing>
          <wp:inline distT="0" distB="0" distL="0" distR="0" wp14:anchorId="75734517" wp14:editId="622E66C9">
            <wp:extent cx="3994207" cy="5518036"/>
            <wp:effectExtent l="317" t="0" r="6668" b="6667"/>
            <wp:docPr id="3" name="Picture 3" descr="2 circle venn diagram blank 231x300 Printable Blank Venn Diagram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 circle venn diagram blank 231x300 Printable Blank Venn Diagram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11363" cy="55417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A2FCF" w:rsidRPr="000A2FCF" w:rsidRDefault="000A2FCF" w:rsidP="001B172C">
      <w:pPr>
        <w:jc w:val="center"/>
        <w:rPr>
          <w:sz w:val="40"/>
          <w:szCs w:val="40"/>
        </w:rPr>
      </w:pPr>
    </w:p>
    <w:sectPr w:rsidR="000A2FCF" w:rsidRPr="000A2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CF"/>
    <w:rsid w:val="000A2FCF"/>
    <w:rsid w:val="001B172C"/>
    <w:rsid w:val="00295E07"/>
    <w:rsid w:val="0068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1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72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0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1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72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0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classroomjr.com/printable-blank-venn-diagrams/2-circle-venn-diagram-blan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FF35F715</Template>
  <TotalTime>33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scheetz</dc:creator>
  <cp:lastModifiedBy>christine scheetz</cp:lastModifiedBy>
  <cp:revision>1</cp:revision>
  <dcterms:created xsi:type="dcterms:W3CDTF">2011-11-30T14:37:00Z</dcterms:created>
  <dcterms:modified xsi:type="dcterms:W3CDTF">2011-11-30T15:10:00Z</dcterms:modified>
</cp:coreProperties>
</file>